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E5A" w:rsidRDefault="006E3E5A">
      <w:pPr>
        <w:rPr>
          <w:rFonts w:ascii="Verdana" w:hAnsi="Verdana"/>
          <w:b/>
          <w:bCs/>
          <w:sz w:val="28"/>
          <w:szCs w:val="28"/>
        </w:rPr>
      </w:pPr>
    </w:p>
    <w:p w:rsidR="006E3E5A" w:rsidRDefault="006E3E5A">
      <w:pPr>
        <w:rPr>
          <w:rFonts w:ascii="Verdana" w:hAnsi="Verdana"/>
          <w:b/>
          <w:bCs/>
          <w:sz w:val="28"/>
          <w:szCs w:val="28"/>
        </w:rPr>
      </w:pPr>
    </w:p>
    <w:p w:rsidR="006E3E5A" w:rsidRDefault="006E3E5A">
      <w:pPr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Auswertung der Befragung von Eltern oder Schülern</w:t>
      </w:r>
    </w:p>
    <w:p w:rsidR="006E3E5A" w:rsidRDefault="006E3E5A">
      <w:pPr>
        <w:rPr>
          <w:rFonts w:ascii="Verdana" w:hAnsi="Verdana"/>
          <w:b/>
          <w:bCs/>
          <w:sz w:val="28"/>
          <w:szCs w:val="28"/>
        </w:rPr>
      </w:pPr>
    </w:p>
    <w:p w:rsidR="006E3E5A" w:rsidRDefault="006E3E5A"/>
    <w:tbl>
      <w:tblPr>
        <w:tblW w:w="1049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8"/>
        <w:gridCol w:w="2268"/>
        <w:gridCol w:w="5244"/>
        <w:gridCol w:w="2410"/>
      </w:tblGrid>
      <w:tr w:rsidR="006E3E5A" w:rsidTr="00160AF0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vAlign w:val="center"/>
          </w:tcPr>
          <w:p w:rsidR="006E3E5A" w:rsidRDefault="006E3E5A" w:rsidP="00160AF0">
            <w:pPr>
              <w:pStyle w:val="TabellenInhalt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Nr.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vAlign w:val="center"/>
          </w:tcPr>
          <w:p w:rsidR="006E3E5A" w:rsidRDefault="006E3E5A" w:rsidP="00160AF0">
            <w:pPr>
              <w:pStyle w:val="TabellenInhalt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Problemstelle</w:t>
            </w:r>
          </w:p>
          <w:p w:rsidR="006E3E5A" w:rsidRDefault="006E3E5A" w:rsidP="00160AF0">
            <w:pPr>
              <w:pStyle w:val="TabellenInhalt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Straße, Ort</w:t>
            </w: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vAlign w:val="center"/>
          </w:tcPr>
          <w:p w:rsidR="006E3E5A" w:rsidRDefault="006E3E5A" w:rsidP="00160AF0">
            <w:pPr>
              <w:pStyle w:val="TabellenInhalt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Problembeschreibung</w:t>
            </w:r>
          </w:p>
          <w:p w:rsidR="006E3E5A" w:rsidRDefault="006E3E5A" w:rsidP="00160AF0">
            <w:pPr>
              <w:pStyle w:val="TabellenInhalt"/>
              <w:jc w:val="center"/>
              <w:rPr>
                <w:rFonts w:ascii="Verdana" w:hAnsi="Verdana"/>
                <w:b/>
                <w:bCs/>
              </w:rPr>
            </w:pPr>
          </w:p>
          <w:p w:rsidR="006E3E5A" w:rsidRPr="00160AF0" w:rsidRDefault="006E3E5A" w:rsidP="00160AF0">
            <w:pPr>
              <w:pStyle w:val="TabellenInhal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60AF0">
              <w:rPr>
                <w:rFonts w:ascii="Verdana" w:hAnsi="Verdana"/>
                <w:b/>
                <w:bCs/>
                <w:sz w:val="18"/>
                <w:szCs w:val="18"/>
              </w:rPr>
              <w:t>der Eltern/Kinder an der benannten Stelle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vAlign w:val="center"/>
          </w:tcPr>
          <w:p w:rsidR="006E3E5A" w:rsidRDefault="006E3E5A" w:rsidP="00160AF0">
            <w:pPr>
              <w:pStyle w:val="TabellenInhalt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Häufigkeit</w:t>
            </w:r>
            <w:r>
              <w:rPr>
                <w:rFonts w:ascii="Verdana" w:hAnsi="Verdana"/>
                <w:b/>
                <w:bCs/>
              </w:rPr>
              <w:br/>
            </w:r>
            <w:r w:rsidRPr="00160AF0">
              <w:rPr>
                <w:rFonts w:ascii="Verdana" w:hAnsi="Verdana"/>
                <w:b/>
                <w:bCs/>
                <w:sz w:val="18"/>
                <w:szCs w:val="18"/>
              </w:rPr>
              <w:t>des beschriebenen Problems</w:t>
            </w:r>
            <w:r w:rsidRPr="00160AF0">
              <w:rPr>
                <w:rFonts w:ascii="Verdana" w:hAnsi="Verdana"/>
                <w:b/>
                <w:bCs/>
                <w:sz w:val="18"/>
                <w:szCs w:val="18"/>
              </w:rPr>
              <w:br/>
            </w:r>
            <w:r>
              <w:rPr>
                <w:rFonts w:ascii="Verdana" w:hAnsi="Verdana"/>
                <w:b/>
                <w:bCs/>
              </w:rPr>
              <w:t>(Strichliste)</w:t>
            </w:r>
          </w:p>
        </w:tc>
      </w:tr>
      <w:tr w:rsidR="006E3E5A" w:rsidTr="002237AE">
        <w:trPr>
          <w:trHeight w:hRule="exact" w:val="80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  <w:tc>
          <w:tcPr>
            <w:tcW w:w="2268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  <w:p w:rsidR="006E3E5A" w:rsidRDefault="006E3E5A">
            <w:pPr>
              <w:pStyle w:val="TabellenInhalt"/>
            </w:pPr>
          </w:p>
          <w:p w:rsidR="006E3E5A" w:rsidRDefault="006E3E5A">
            <w:pPr>
              <w:pStyle w:val="TabellenInhalt"/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Pr="00000986" w:rsidRDefault="006E3E5A" w:rsidP="00C266F6">
            <w:pPr>
              <w:pStyle w:val="TabellenInhalt"/>
            </w:pPr>
          </w:p>
        </w:tc>
        <w:tc>
          <w:tcPr>
            <w:tcW w:w="2410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Pr="00000986" w:rsidRDefault="006E3E5A" w:rsidP="00C266F6">
            <w:pPr>
              <w:pStyle w:val="TabellenInhalt"/>
            </w:pPr>
          </w:p>
        </w:tc>
      </w:tr>
      <w:tr w:rsidR="006E3E5A" w:rsidTr="004C68DB">
        <w:trPr>
          <w:trHeight w:hRule="exact" w:val="284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2237AE">
            <w:pPr>
              <w:pStyle w:val="TabellenInhalt"/>
              <w:jc w:val="center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Pr="00000986" w:rsidRDefault="006E3E5A" w:rsidP="00C266F6">
            <w:pPr>
              <w:pStyle w:val="TabellenInhalt"/>
            </w:pPr>
          </w:p>
        </w:tc>
      </w:tr>
      <w:tr w:rsidR="006E3E5A" w:rsidTr="004C68DB">
        <w:trPr>
          <w:trHeight w:hRule="exact" w:val="284"/>
        </w:trPr>
        <w:tc>
          <w:tcPr>
            <w:tcW w:w="568" w:type="dxa"/>
            <w:tcBorders>
              <w:top w:val="single" w:sz="2" w:space="0" w:color="000000"/>
              <w:right w:val="single" w:sz="2" w:space="0" w:color="000000"/>
            </w:tcBorders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Pr="00000986" w:rsidRDefault="006E3E5A" w:rsidP="00C266F6">
            <w:pPr>
              <w:pStyle w:val="TabellenInhalt"/>
            </w:pPr>
          </w:p>
        </w:tc>
      </w:tr>
      <w:tr w:rsidR="006E3E5A" w:rsidTr="004C68DB">
        <w:trPr>
          <w:trHeight w:hRule="exact" w:val="284"/>
        </w:trPr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2" w:space="0" w:color="000000"/>
            </w:tcBorders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Pr="00000986" w:rsidRDefault="006E3E5A" w:rsidP="00C266F6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 w:rsidP="005F3E6D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Tr="004C68DB">
        <w:trPr>
          <w:trHeight w:hRule="exact" w:val="284"/>
        </w:trPr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Tr="004C68DB">
        <w:trPr>
          <w:trHeight w:hRule="exact" w:val="284"/>
        </w:trPr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RPr="006409B1" w:rsidTr="004C68DB">
        <w:trPr>
          <w:trHeight w:hRule="exact" w:val="284"/>
        </w:trPr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Pr="006409B1" w:rsidRDefault="006E3E5A">
            <w:pPr>
              <w:pStyle w:val="TabellenInhalt"/>
              <w:rPr>
                <w:b/>
              </w:rPr>
            </w:pPr>
          </w:p>
        </w:tc>
      </w:tr>
      <w:tr w:rsidR="006E3E5A" w:rsidRPr="006409B1" w:rsidTr="004C68DB">
        <w:trPr>
          <w:trHeight w:hRule="exact" w:val="284"/>
        </w:trPr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Pr="006409B1" w:rsidRDefault="006E3E5A">
            <w:pPr>
              <w:pStyle w:val="TabellenInhalt"/>
              <w:rPr>
                <w:b/>
              </w:rPr>
            </w:pPr>
          </w:p>
        </w:tc>
      </w:tr>
      <w:tr w:rsidR="006E3E5A" w:rsidRPr="006409B1" w:rsidTr="006B4472"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Summe aller Nennungen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Pr="006409B1" w:rsidRDefault="006E3E5A">
            <w:pPr>
              <w:pStyle w:val="TabellenInhalt"/>
              <w:rPr>
                <w:b/>
              </w:rPr>
            </w:pPr>
          </w:p>
        </w:tc>
      </w:tr>
      <w:tr w:rsidR="006E3E5A" w:rsidRPr="006409B1" w:rsidTr="002237AE">
        <w:trPr>
          <w:trHeight w:hRule="exact" w:val="80"/>
        </w:trPr>
        <w:tc>
          <w:tcPr>
            <w:tcW w:w="568" w:type="dxa"/>
            <w:tcBorders>
              <w:bottom w:val="single" w:sz="2" w:space="0" w:color="000000"/>
            </w:tcBorders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Pr="006409B1" w:rsidRDefault="006E3E5A">
            <w:pPr>
              <w:pStyle w:val="TabellenInhalt"/>
              <w:rPr>
                <w:b/>
              </w:rPr>
            </w:pPr>
          </w:p>
        </w:tc>
      </w:tr>
      <w:tr w:rsidR="006E3E5A" w:rsidTr="004C68DB">
        <w:trPr>
          <w:trHeight w:hRule="exact" w:val="284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2237AE">
            <w:pPr>
              <w:pStyle w:val="TabellenInhalt"/>
              <w:jc w:val="center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  <w:tcBorders>
              <w:top w:val="single" w:sz="2" w:space="0" w:color="000000"/>
              <w:right w:val="single" w:sz="2" w:space="0" w:color="000000"/>
            </w:tcBorders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2" w:space="0" w:color="000000"/>
            </w:tcBorders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Summe aller Nennungen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Tr="002237AE">
        <w:trPr>
          <w:trHeight w:hRule="exact" w:val="80"/>
        </w:trPr>
        <w:tc>
          <w:tcPr>
            <w:tcW w:w="568" w:type="dxa"/>
            <w:tcBorders>
              <w:bottom w:val="single" w:sz="2" w:space="0" w:color="000000"/>
            </w:tcBorders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2" w:space="0" w:color="000000"/>
            </w:tcBorders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Pr="00D8282E" w:rsidRDefault="006E3E5A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Default="006E3E5A">
            <w:pPr>
              <w:pStyle w:val="TabellenInhalt"/>
            </w:pPr>
          </w:p>
        </w:tc>
      </w:tr>
      <w:tr w:rsidR="006E3E5A" w:rsidTr="004C68DB">
        <w:trPr>
          <w:trHeight w:hRule="exact" w:val="284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2237AE">
            <w:pPr>
              <w:pStyle w:val="TabellenInhalt"/>
              <w:jc w:val="center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  <w:tcBorders>
              <w:top w:val="single" w:sz="2" w:space="0" w:color="000000"/>
              <w:right w:val="single" w:sz="2" w:space="0" w:color="000000"/>
            </w:tcBorders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2" w:space="0" w:color="000000"/>
            </w:tcBorders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rPr>
                <w:rFonts w:ascii="Arial" w:hAnsi="Arial" w:cs="Arial"/>
              </w:rPr>
            </w:pPr>
            <w:r w:rsidRPr="00D8282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2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D8282E" w:rsidRDefault="006E3E5A" w:rsidP="004C68DB">
            <w:pPr>
              <w:pStyle w:val="TabellenInhal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Summe aller Nennungen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</w:tbl>
    <w:p w:rsidR="006E3E5A" w:rsidRDefault="006E3E5A"/>
    <w:p w:rsidR="006E3E5A" w:rsidRDefault="006E3E5A">
      <w:pPr>
        <w:sectPr w:rsidR="006E3E5A" w:rsidSect="00706B68">
          <w:pgSz w:w="11906" w:h="16838"/>
          <w:pgMar w:top="397" w:right="720" w:bottom="284" w:left="720" w:header="720" w:footer="720" w:gutter="0"/>
          <w:cols w:space="720"/>
          <w:docGrid w:linePitch="326"/>
        </w:sectPr>
      </w:pPr>
    </w:p>
    <w:tbl>
      <w:tblPr>
        <w:tblW w:w="10774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"/>
        <w:gridCol w:w="558"/>
        <w:gridCol w:w="2268"/>
        <w:gridCol w:w="5811"/>
        <w:gridCol w:w="2127"/>
      </w:tblGrid>
      <w:tr w:rsidR="006E3E5A" w:rsidTr="004C68DB"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vAlign w:val="center"/>
          </w:tcPr>
          <w:p w:rsidR="006E3E5A" w:rsidRPr="002237AE" w:rsidRDefault="006E3E5A" w:rsidP="004C68DB">
            <w:pPr>
              <w:pStyle w:val="TabellenInhal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237AE">
              <w:rPr>
                <w:rFonts w:ascii="Verdana" w:hAnsi="Verdana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vAlign w:val="center"/>
          </w:tcPr>
          <w:p w:rsidR="006E3E5A" w:rsidRPr="002237AE" w:rsidRDefault="006E3E5A" w:rsidP="004C68DB">
            <w:pPr>
              <w:pStyle w:val="TabellenInhal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237AE">
              <w:rPr>
                <w:rFonts w:ascii="Verdana" w:hAnsi="Verdana"/>
                <w:b/>
                <w:bCs/>
                <w:sz w:val="20"/>
                <w:szCs w:val="20"/>
              </w:rPr>
              <w:t>Problemstelle</w:t>
            </w:r>
          </w:p>
          <w:p w:rsidR="006E3E5A" w:rsidRPr="002237AE" w:rsidRDefault="006E3E5A" w:rsidP="004C68DB">
            <w:pPr>
              <w:pStyle w:val="TabellenInhal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237AE">
              <w:rPr>
                <w:rFonts w:ascii="Verdana" w:hAnsi="Verdana"/>
                <w:b/>
                <w:bCs/>
                <w:sz w:val="20"/>
                <w:szCs w:val="20"/>
              </w:rPr>
              <w:t>Straße, Ort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  <w:vAlign w:val="center"/>
          </w:tcPr>
          <w:p w:rsidR="006E3E5A" w:rsidRDefault="006E3E5A" w:rsidP="004C68DB">
            <w:pPr>
              <w:pStyle w:val="TabellenInhal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237AE">
              <w:rPr>
                <w:rFonts w:ascii="Verdana" w:hAnsi="Verdana"/>
                <w:b/>
                <w:bCs/>
                <w:sz w:val="20"/>
                <w:szCs w:val="20"/>
              </w:rPr>
              <w:t>Problembeschreibung</w:t>
            </w:r>
          </w:p>
          <w:p w:rsidR="006E3E5A" w:rsidRDefault="006E3E5A" w:rsidP="004C68DB">
            <w:pPr>
              <w:pStyle w:val="TabellenInhal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6E3E5A" w:rsidRPr="002237AE" w:rsidRDefault="006E3E5A" w:rsidP="004C68DB">
            <w:pPr>
              <w:pStyle w:val="TabellenInhal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60AF0">
              <w:rPr>
                <w:rFonts w:ascii="Verdana" w:hAnsi="Verdana"/>
                <w:b/>
                <w:bCs/>
                <w:sz w:val="18"/>
                <w:szCs w:val="18"/>
              </w:rPr>
              <w:t>der Eltern/Kinder an der benannten Stelle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vAlign w:val="center"/>
          </w:tcPr>
          <w:p w:rsidR="006E3E5A" w:rsidRPr="002237AE" w:rsidRDefault="006E3E5A" w:rsidP="004C68DB">
            <w:pPr>
              <w:pStyle w:val="TabellenInhal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Häufigkeit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 w:rsidRPr="00160AF0">
              <w:rPr>
                <w:rFonts w:ascii="Verdana" w:hAnsi="Verdana"/>
                <w:b/>
                <w:bCs/>
                <w:sz w:val="18"/>
                <w:szCs w:val="18"/>
              </w:rPr>
              <w:t>des beschriebenen Problems</w:t>
            </w:r>
            <w:r w:rsidRPr="002237AE">
              <w:rPr>
                <w:rFonts w:ascii="Verdana" w:hAnsi="Verdana"/>
                <w:b/>
                <w:bCs/>
                <w:sz w:val="20"/>
                <w:szCs w:val="20"/>
              </w:rPr>
              <w:t xml:space="preserve"> (Strichliste)</w:t>
            </w:r>
          </w:p>
        </w:tc>
      </w:tr>
      <w:tr w:rsidR="006E3E5A" w:rsidTr="00330AEF">
        <w:trPr>
          <w:trHeight w:hRule="exact" w:val="80"/>
        </w:trPr>
        <w:tc>
          <w:tcPr>
            <w:tcW w:w="56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2268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2127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6E3E5A" w:rsidTr="00330AEF">
        <w:trPr>
          <w:trHeight w:hRule="exact" w:val="284"/>
        </w:trPr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  <w:p w:rsidR="006E3E5A" w:rsidRDefault="006E3E5A" w:rsidP="00CE06F1">
            <w:pPr>
              <w:pStyle w:val="TabellenInhalt"/>
            </w:pPr>
          </w:p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left w:val="single" w:sz="2" w:space="0" w:color="000000"/>
              <w:bottom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Pr="00000986" w:rsidRDefault="006E3E5A" w:rsidP="00CE06F1">
            <w:pPr>
              <w:pStyle w:val="TabellenInhalt"/>
            </w:pPr>
          </w:p>
        </w:tc>
      </w:tr>
      <w:tr w:rsidR="006E3E5A" w:rsidTr="00330AEF">
        <w:trPr>
          <w:trHeight w:hRule="exact" w:val="284"/>
        </w:trPr>
        <w:tc>
          <w:tcPr>
            <w:tcW w:w="568" w:type="dxa"/>
            <w:gridSpan w:val="2"/>
            <w:tcBorders>
              <w:top w:val="single" w:sz="2" w:space="0" w:color="000000"/>
              <w:right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134B20" w:rsidRDefault="006E3E5A" w:rsidP="00CE06F1">
            <w:pPr>
              <w:pStyle w:val="TabellenInhalt"/>
              <w:rPr>
                <w:b/>
              </w:rPr>
            </w:pPr>
          </w:p>
          <w:p w:rsidR="006E3E5A" w:rsidRPr="00134B20" w:rsidRDefault="006E3E5A" w:rsidP="00CE06F1">
            <w:pPr>
              <w:pStyle w:val="TabellenInhalt"/>
              <w:rPr>
                <w:b/>
              </w:rPr>
            </w:pPr>
          </w:p>
          <w:p w:rsidR="006E3E5A" w:rsidRPr="00134B20" w:rsidRDefault="006E3E5A" w:rsidP="00CE06F1">
            <w:pPr>
              <w:pStyle w:val="TabellenInhalt"/>
              <w:rPr>
                <w:b/>
              </w:rPr>
            </w:pP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Pr="00000986" w:rsidRDefault="006E3E5A" w:rsidP="00CE06F1">
            <w:pPr>
              <w:pStyle w:val="TabellenInhalt"/>
            </w:pPr>
          </w:p>
        </w:tc>
      </w:tr>
      <w:tr w:rsidR="006E3E5A" w:rsidTr="00330AEF">
        <w:trPr>
          <w:trHeight w:hRule="exact" w:val="284"/>
        </w:trPr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  <w:tcBorders>
              <w:top w:val="single" w:sz="2" w:space="0" w:color="000000"/>
            </w:tcBorders>
          </w:tcPr>
          <w:p w:rsidR="006E3E5A" w:rsidRPr="00134B20" w:rsidRDefault="006E3E5A" w:rsidP="00CE06F1">
            <w:pPr>
              <w:pStyle w:val="TabellenInhalt"/>
              <w:rPr>
                <w:b/>
              </w:rPr>
            </w:pPr>
          </w:p>
          <w:p w:rsidR="006E3E5A" w:rsidRPr="00134B20" w:rsidRDefault="006E3E5A" w:rsidP="00CE06F1">
            <w:pPr>
              <w:pStyle w:val="TabellenInhalt"/>
              <w:rPr>
                <w:b/>
              </w:rPr>
            </w:pPr>
          </w:p>
          <w:p w:rsidR="006E3E5A" w:rsidRPr="00134B20" w:rsidRDefault="006E3E5A" w:rsidP="00CE06F1">
            <w:pPr>
              <w:pStyle w:val="TabellenInhalt"/>
              <w:rPr>
                <w:b/>
              </w:rPr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Pr="00000986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Pr="00134B20" w:rsidRDefault="006E3E5A" w:rsidP="00CE06F1">
            <w:pPr>
              <w:pStyle w:val="TabellenInhalt"/>
              <w:rPr>
                <w:b/>
              </w:rPr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Pr="00134B20" w:rsidRDefault="006E3E5A" w:rsidP="00CE06F1">
            <w:pPr>
              <w:pStyle w:val="TabellenInhalt"/>
              <w:rPr>
                <w:b/>
              </w:rPr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Pr="00134B20" w:rsidRDefault="006E3E5A" w:rsidP="00CE06F1">
            <w:pPr>
              <w:pStyle w:val="TabellenInhalt"/>
              <w:rPr>
                <w:b/>
              </w:rPr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rPr>
          <w:trHeight w:hRule="exact" w:val="284"/>
        </w:trPr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Pr="00134B20" w:rsidRDefault="006E3E5A" w:rsidP="00CE06F1">
            <w:pPr>
              <w:pStyle w:val="TabellenInhalt"/>
              <w:rPr>
                <w:b/>
              </w:rPr>
            </w:pPr>
          </w:p>
          <w:p w:rsidR="006E3E5A" w:rsidRPr="00134B20" w:rsidRDefault="006E3E5A" w:rsidP="00CE06F1">
            <w:pPr>
              <w:pStyle w:val="TabellenInhalt"/>
              <w:rPr>
                <w:b/>
              </w:rPr>
            </w:pPr>
          </w:p>
          <w:p w:rsidR="006E3E5A" w:rsidRPr="00134B20" w:rsidRDefault="006E3E5A" w:rsidP="00CE06F1">
            <w:pPr>
              <w:pStyle w:val="TabellenInhalt"/>
              <w:rPr>
                <w:b/>
              </w:rPr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rPr>
          <w:trHeight w:hRule="exact" w:val="284"/>
        </w:trPr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rPr>
          <w:trHeight w:hRule="exact" w:val="284"/>
        </w:trPr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  <w:p w:rsidR="006E3E5A" w:rsidRDefault="006E3E5A" w:rsidP="00CE06F1">
            <w:pPr>
              <w:pStyle w:val="TabellenInhalt"/>
            </w:pPr>
          </w:p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rPr>
          <w:trHeight w:hRule="exact" w:val="284"/>
        </w:trPr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  <w:p w:rsidR="006E3E5A" w:rsidRDefault="006E3E5A" w:rsidP="00CE06F1">
            <w:pPr>
              <w:pStyle w:val="TabellenInhalt"/>
            </w:pPr>
          </w:p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4C68DB">
        <w:trPr>
          <w:trHeight w:hRule="exact" w:val="284"/>
        </w:trPr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2237AE" w:rsidRDefault="006E3E5A" w:rsidP="004C68DB">
            <w:pPr>
              <w:pStyle w:val="TabellenInhal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Summe der Nennungen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rPr>
          <w:trHeight w:hRule="exact" w:val="284"/>
        </w:trPr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  <w:p w:rsidR="006E3E5A" w:rsidRDefault="006E3E5A" w:rsidP="00CE06F1">
            <w:pPr>
              <w:pStyle w:val="TabellenInhalt"/>
            </w:pPr>
          </w:p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  <w:tcBorders>
              <w:top w:val="single" w:sz="2" w:space="0" w:color="000000"/>
              <w:right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  <w:tcBorders>
              <w:top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2237AE" w:rsidRDefault="006E3E5A" w:rsidP="004C68DB">
            <w:pPr>
              <w:pStyle w:val="TabellenInhal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Summe der Nennungen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rPr>
          <w:trHeight w:hRule="exact" w:val="284"/>
        </w:trPr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  <w:p w:rsidR="006E3E5A" w:rsidRDefault="006E3E5A" w:rsidP="00CE06F1">
            <w:pPr>
              <w:pStyle w:val="TabellenInhalt"/>
            </w:pPr>
          </w:p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  <w:tcBorders>
              <w:top w:val="single" w:sz="2" w:space="0" w:color="000000"/>
              <w:right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  <w:tcBorders>
              <w:top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330AEF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CA67AA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4C68DB">
        <w:tc>
          <w:tcPr>
            <w:tcW w:w="568" w:type="dxa"/>
            <w:gridSpan w:val="2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2237AE" w:rsidRDefault="006E3E5A" w:rsidP="004C68DB">
            <w:pPr>
              <w:pStyle w:val="TabellenInhal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Summe der Nennungen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CA67AA">
        <w:trPr>
          <w:gridBefore w:val="1"/>
          <w:wBefore w:w="10" w:type="dxa"/>
          <w:trHeight w:hRule="exact" w:val="284"/>
        </w:trPr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8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CA67AA">
        <w:trPr>
          <w:gridBefore w:val="1"/>
          <w:wBefore w:w="10" w:type="dxa"/>
        </w:trPr>
        <w:tc>
          <w:tcPr>
            <w:tcW w:w="558" w:type="dxa"/>
            <w:tcBorders>
              <w:top w:val="single" w:sz="2" w:space="0" w:color="000000"/>
              <w:right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CA67AA">
        <w:trPr>
          <w:gridBefore w:val="1"/>
          <w:wBefore w:w="10" w:type="dxa"/>
        </w:trPr>
        <w:tc>
          <w:tcPr>
            <w:tcW w:w="55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  <w:tcBorders>
              <w:top w:val="single" w:sz="2" w:space="0" w:color="000000"/>
            </w:tcBorders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CA67AA">
        <w:trPr>
          <w:gridBefore w:val="1"/>
          <w:wBefore w:w="10" w:type="dxa"/>
        </w:trPr>
        <w:tc>
          <w:tcPr>
            <w:tcW w:w="55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CA67AA">
        <w:trPr>
          <w:gridBefore w:val="1"/>
          <w:wBefore w:w="10" w:type="dxa"/>
        </w:trPr>
        <w:tc>
          <w:tcPr>
            <w:tcW w:w="55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3E5A" w:rsidRPr="002237AE" w:rsidRDefault="006E3E5A" w:rsidP="00CE06F1">
            <w:pPr>
              <w:pStyle w:val="TabellenInhalt"/>
              <w:rPr>
                <w:rFonts w:ascii="Arial" w:hAnsi="Arial" w:cs="Arial"/>
                <w:sz w:val="20"/>
                <w:szCs w:val="20"/>
              </w:rPr>
            </w:pPr>
            <w:r w:rsidRPr="002237A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  <w:tr w:rsidR="006E3E5A" w:rsidTr="004C68DB">
        <w:trPr>
          <w:gridBefore w:val="1"/>
          <w:wBefore w:w="10" w:type="dxa"/>
        </w:trPr>
        <w:tc>
          <w:tcPr>
            <w:tcW w:w="558" w:type="dxa"/>
          </w:tcPr>
          <w:p w:rsidR="006E3E5A" w:rsidRDefault="006E3E5A" w:rsidP="00CE06F1">
            <w:pPr>
              <w:pStyle w:val="TabellenInhalt"/>
            </w:pPr>
          </w:p>
        </w:tc>
        <w:tc>
          <w:tcPr>
            <w:tcW w:w="2268" w:type="dxa"/>
          </w:tcPr>
          <w:p w:rsidR="006E3E5A" w:rsidRPr="00D8282E" w:rsidRDefault="006E3E5A" w:rsidP="00CE06F1">
            <w:pPr>
              <w:pStyle w:val="TabellenInhalt"/>
              <w:rPr>
                <w:rFonts w:ascii="Arial" w:hAnsi="Arial" w:cs="Arial"/>
              </w:rPr>
            </w:pPr>
          </w:p>
        </w:tc>
        <w:tc>
          <w:tcPr>
            <w:tcW w:w="58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3E5A" w:rsidRPr="002237AE" w:rsidRDefault="006E3E5A" w:rsidP="004C68DB">
            <w:pPr>
              <w:pStyle w:val="TabellenInhal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Summe der Nennungen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3E5A" w:rsidRDefault="006E3E5A" w:rsidP="00CE06F1">
            <w:pPr>
              <w:pStyle w:val="TabellenInhalt"/>
            </w:pPr>
          </w:p>
        </w:tc>
      </w:tr>
    </w:tbl>
    <w:p w:rsidR="006E3E5A" w:rsidRDefault="006E3E5A" w:rsidP="00F86AAF"/>
    <w:sectPr w:rsidR="006E3E5A" w:rsidSect="008F3547">
      <w:pgSz w:w="11906" w:h="16838"/>
      <w:pgMar w:top="397" w:right="567" w:bottom="284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E5A" w:rsidRDefault="006E3E5A" w:rsidP="002237AE">
      <w:pPr>
        <w:pStyle w:val="TabellenInhalt"/>
      </w:pPr>
      <w:r>
        <w:separator/>
      </w:r>
    </w:p>
  </w:endnote>
  <w:endnote w:type="continuationSeparator" w:id="0">
    <w:p w:rsidR="006E3E5A" w:rsidRDefault="006E3E5A" w:rsidP="002237AE">
      <w:pPr>
        <w:pStyle w:val="TabellenInhal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E5A" w:rsidRDefault="006E3E5A" w:rsidP="002237AE">
      <w:pPr>
        <w:pStyle w:val="TabellenInhalt"/>
      </w:pPr>
      <w:r>
        <w:separator/>
      </w:r>
    </w:p>
  </w:footnote>
  <w:footnote w:type="continuationSeparator" w:id="0">
    <w:p w:rsidR="006E3E5A" w:rsidRDefault="006E3E5A" w:rsidP="002237AE">
      <w:pPr>
        <w:pStyle w:val="TabellenInhalt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F3"/>
    <w:rsid w:val="00000986"/>
    <w:rsid w:val="00032E78"/>
    <w:rsid w:val="00074C31"/>
    <w:rsid w:val="00134B20"/>
    <w:rsid w:val="00146DCF"/>
    <w:rsid w:val="00160AF0"/>
    <w:rsid w:val="001801F3"/>
    <w:rsid w:val="002018BF"/>
    <w:rsid w:val="002237AE"/>
    <w:rsid w:val="00271D4A"/>
    <w:rsid w:val="00330AEF"/>
    <w:rsid w:val="004452AC"/>
    <w:rsid w:val="004C68DB"/>
    <w:rsid w:val="005643F0"/>
    <w:rsid w:val="005D2BB4"/>
    <w:rsid w:val="005F3E6D"/>
    <w:rsid w:val="006409B1"/>
    <w:rsid w:val="00694A18"/>
    <w:rsid w:val="006B4472"/>
    <w:rsid w:val="006E3E5A"/>
    <w:rsid w:val="006E7569"/>
    <w:rsid w:val="00706B68"/>
    <w:rsid w:val="008532CB"/>
    <w:rsid w:val="008F3547"/>
    <w:rsid w:val="0093425C"/>
    <w:rsid w:val="009957F9"/>
    <w:rsid w:val="00B67751"/>
    <w:rsid w:val="00BF3342"/>
    <w:rsid w:val="00C031F8"/>
    <w:rsid w:val="00C266F6"/>
    <w:rsid w:val="00CA67AA"/>
    <w:rsid w:val="00CB1005"/>
    <w:rsid w:val="00CE06F1"/>
    <w:rsid w:val="00D608C9"/>
    <w:rsid w:val="00D8282E"/>
    <w:rsid w:val="00D86352"/>
    <w:rsid w:val="00E41ED2"/>
    <w:rsid w:val="00F86AAF"/>
    <w:rsid w:val="00FD1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3F0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rschrift">
    <w:name w:val="Überschrift"/>
    <w:basedOn w:val="Normal"/>
    <w:next w:val="BodyText"/>
    <w:uiPriority w:val="99"/>
    <w:rsid w:val="005643F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643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71D4A"/>
    <w:rPr>
      <w:rFonts w:eastAsia="SimSun" w:cs="Mangal"/>
      <w:kern w:val="1"/>
      <w:sz w:val="21"/>
      <w:szCs w:val="21"/>
      <w:lang w:eastAsia="hi-IN" w:bidi="hi-IN"/>
    </w:rPr>
  </w:style>
  <w:style w:type="paragraph" w:styleId="List">
    <w:name w:val="List"/>
    <w:basedOn w:val="BodyText"/>
    <w:uiPriority w:val="99"/>
    <w:rsid w:val="005643F0"/>
  </w:style>
  <w:style w:type="paragraph" w:customStyle="1" w:styleId="Beschriftung1">
    <w:name w:val="Beschriftung1"/>
    <w:basedOn w:val="Normal"/>
    <w:uiPriority w:val="99"/>
    <w:rsid w:val="005643F0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Normal"/>
    <w:uiPriority w:val="99"/>
    <w:rsid w:val="005643F0"/>
    <w:pPr>
      <w:suppressLineNumbers/>
    </w:pPr>
  </w:style>
  <w:style w:type="paragraph" w:customStyle="1" w:styleId="TabellenInhalt">
    <w:name w:val="Tabellen Inhalt"/>
    <w:basedOn w:val="Normal"/>
    <w:uiPriority w:val="99"/>
    <w:rsid w:val="005643F0"/>
    <w:pPr>
      <w:suppressLineNumbers/>
    </w:pPr>
  </w:style>
  <w:style w:type="paragraph" w:customStyle="1" w:styleId="Tabellenberschrift">
    <w:name w:val="Tabellen Überschrift"/>
    <w:basedOn w:val="TabellenInhalt"/>
    <w:uiPriority w:val="99"/>
    <w:rsid w:val="005643F0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CA67A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71D4A"/>
    <w:rPr>
      <w:rFonts w:eastAsia="SimSun" w:cs="Mangal"/>
      <w:kern w:val="1"/>
      <w:sz w:val="21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rsid w:val="00CA67A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71D4A"/>
    <w:rPr>
      <w:rFonts w:eastAsia="SimSun" w:cs="Mangal"/>
      <w:kern w:val="1"/>
      <w:sz w:val="21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134</Words>
  <Characters>846</Characters>
  <Application>Microsoft Office Outlook</Application>
  <DocSecurity>0</DocSecurity>
  <Lines>0</Lines>
  <Paragraphs>0</Paragraphs>
  <ScaleCrop>false</ScaleCrop>
  <Company>BASt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Auswertung der Befragung von Eltern oder Schülern</dc:title>
  <dc:subject/>
  <dc:creator>Jens Leven</dc:creator>
  <cp:keywords/>
  <dc:description/>
  <cp:lastModifiedBy>Langescheid</cp:lastModifiedBy>
  <cp:revision>6</cp:revision>
  <cp:lastPrinted>2011-11-16T11:08:00Z</cp:lastPrinted>
  <dcterms:created xsi:type="dcterms:W3CDTF">2012-01-31T12:27:00Z</dcterms:created>
  <dcterms:modified xsi:type="dcterms:W3CDTF">2012-02-01T16:16:00Z</dcterms:modified>
</cp:coreProperties>
</file>